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6B557763"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bookmarkEnd w:id="0"/>
      <w:r w:rsidR="00887F66">
        <w:rPr>
          <w:rStyle w:val="Strong"/>
          <w:rFonts w:asciiTheme="minorHAnsi" w:hAnsiTheme="minorHAnsi" w:cstheme="minorHAnsi"/>
          <w:lang w:val="en-GB"/>
        </w:rPr>
        <w:t>29-G005-22</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1" w:name="_Toc419729571"/>
      <w:bookmarkStart w:id="2" w:name="_Toc11156577"/>
      <w:r w:rsidRPr="00492684">
        <w:lastRenderedPageBreak/>
        <w:t>Specification</w:t>
      </w:r>
      <w:bookmarkEnd w:id="1"/>
    </w:p>
    <w:p w14:paraId="24A7EEAB" w14:textId="19AEDB63" w:rsidR="00C44890" w:rsidRDefault="00C44890" w:rsidP="003A1D99">
      <w:pPr>
        <w:pStyle w:val="Heading3"/>
        <w:rPr>
          <w:lang w:val="en-GB"/>
        </w:rPr>
      </w:pPr>
      <w:bookmarkStart w:id="3" w:name="_Toc293504682"/>
      <w:bookmarkStart w:id="4" w:name="_Toc419729572"/>
      <w:bookmarkStart w:id="5" w:name="_Toc292659306"/>
      <w:r w:rsidRPr="00492684">
        <w:rPr>
          <w:lang w:val="en-GB"/>
        </w:rPr>
        <w:t>Background</w:t>
      </w:r>
      <w:bookmarkEnd w:id="3"/>
      <w:bookmarkEnd w:id="4"/>
    </w:p>
    <w:p w14:paraId="78CB7A5A" w14:textId="40F5D68D" w:rsidR="00B858C5" w:rsidRPr="007343B9" w:rsidRDefault="00C36BBB" w:rsidP="00C44890">
      <w:pPr>
        <w:pStyle w:val="Heading3"/>
        <w:rPr>
          <w:rFonts w:cs="Calibri"/>
          <w:b w:val="0"/>
          <w:bCs/>
          <w:lang w:val="en-GB"/>
        </w:rPr>
      </w:pPr>
      <w:bookmarkStart w:id="6" w:name="_Toc312171709"/>
      <w:r>
        <w:rPr>
          <w:rFonts w:cs="Calibri"/>
          <w:b w:val="0"/>
          <w:bCs/>
          <w:lang w:val="en-GB"/>
        </w:rPr>
        <w:t xml:space="preserve">This is the project for Teraina council. The project will be implemented by MLPID on  Teraina Island. The implementation expected to start in early next year and so the materials should be </w:t>
      </w:r>
      <w:r w:rsidR="0016370C">
        <w:rPr>
          <w:rFonts w:cs="Calibri"/>
          <w:b w:val="0"/>
          <w:bCs/>
          <w:lang w:val="en-GB"/>
        </w:rPr>
        <w:t>available at the end of this end.</w:t>
      </w:r>
    </w:p>
    <w:p w14:paraId="000280F4" w14:textId="0A479FD6" w:rsidR="00C44890" w:rsidRPr="00492684" w:rsidRDefault="002A4740" w:rsidP="00C44890">
      <w:pPr>
        <w:pStyle w:val="Heading3"/>
        <w:rPr>
          <w:rFonts w:cs="Calibri"/>
          <w:lang w:val="en-GB"/>
        </w:rPr>
      </w:pPr>
      <w:r w:rsidRPr="00492684">
        <w:rPr>
          <w:rFonts w:cs="Calibri"/>
          <w:lang w:val="en-GB"/>
        </w:rPr>
        <w:t>Requirements</w:t>
      </w:r>
    </w:p>
    <w:p w14:paraId="7B19B727" w14:textId="4D41438B" w:rsidR="00C44890" w:rsidRPr="00492684" w:rsidRDefault="00C44890" w:rsidP="00C44890">
      <w:pPr>
        <w:rPr>
          <w:lang w:val="en-GB"/>
        </w:rPr>
      </w:pPr>
      <w:bookmarkStart w:id="7" w:name="_Toc308102003"/>
      <w:r w:rsidRPr="00492684">
        <w:rPr>
          <w:lang w:val="en-GB"/>
        </w:rPr>
        <w:t>All supporting documentation must be in English.</w:t>
      </w:r>
      <w:r w:rsidR="00276290">
        <w:rPr>
          <w:lang w:val="en-GB"/>
        </w:rPr>
        <w:t xml:space="preserve"> Final quote should be in AUD and CIF</w:t>
      </w:r>
      <w:r w:rsidR="007343B9">
        <w:rPr>
          <w:lang w:val="en-GB"/>
        </w:rPr>
        <w:t xml:space="preserve"> Kiritimati</w:t>
      </w:r>
      <w:r w:rsidR="00276290">
        <w:rPr>
          <w:lang w:val="en-GB"/>
        </w:rPr>
        <w:t xml:space="preserve">. The following documents should be submitted. Failure to provide will result in disqualifying the tenderer. </w:t>
      </w:r>
    </w:p>
    <w:p w14:paraId="63B9B8A8" w14:textId="4AB34398" w:rsidR="002A4740" w:rsidRPr="003E01C6" w:rsidRDefault="00276290" w:rsidP="00276290">
      <w:pPr>
        <w:pStyle w:val="ListParagraph"/>
        <w:numPr>
          <w:ilvl w:val="0"/>
          <w:numId w:val="16"/>
        </w:numPr>
        <w:ind w:leftChars="0"/>
        <w:rPr>
          <w:rFonts w:ascii="Times New Roman" w:hAnsi="Times New Roman"/>
          <w:sz w:val="24"/>
          <w:szCs w:val="24"/>
          <w:lang w:val="en-GB"/>
        </w:rPr>
      </w:pPr>
      <w:r w:rsidRPr="003E01C6">
        <w:rPr>
          <w:rFonts w:ascii="Times New Roman" w:hAnsi="Times New Roman"/>
          <w:sz w:val="24"/>
          <w:szCs w:val="24"/>
          <w:lang w:val="en-GB"/>
        </w:rPr>
        <w:t xml:space="preserve">Business Registration </w:t>
      </w:r>
    </w:p>
    <w:p w14:paraId="5A34EDF1" w14:textId="191E8B12" w:rsidR="00276290" w:rsidRPr="003E01C6" w:rsidRDefault="00276290" w:rsidP="00276290">
      <w:pPr>
        <w:pStyle w:val="ListParagraph"/>
        <w:numPr>
          <w:ilvl w:val="0"/>
          <w:numId w:val="16"/>
        </w:numPr>
        <w:ind w:leftChars="0"/>
        <w:rPr>
          <w:rFonts w:ascii="Times New Roman" w:hAnsi="Times New Roman"/>
          <w:sz w:val="24"/>
          <w:szCs w:val="24"/>
          <w:lang w:val="en-GB"/>
        </w:rPr>
      </w:pPr>
      <w:r w:rsidRPr="003E01C6">
        <w:rPr>
          <w:rFonts w:ascii="Times New Roman" w:hAnsi="Times New Roman"/>
          <w:sz w:val="24"/>
          <w:szCs w:val="24"/>
          <w:lang w:val="en-GB"/>
        </w:rPr>
        <w:t xml:space="preserve">Tax Clearance from Tax Office </w:t>
      </w:r>
    </w:p>
    <w:p w14:paraId="43C9DFEB" w14:textId="27F3E6CE" w:rsidR="00276290" w:rsidRPr="003E01C6" w:rsidRDefault="00276290" w:rsidP="00276290">
      <w:pPr>
        <w:pStyle w:val="ListParagraph"/>
        <w:numPr>
          <w:ilvl w:val="0"/>
          <w:numId w:val="16"/>
        </w:numPr>
        <w:ind w:leftChars="0"/>
        <w:rPr>
          <w:rFonts w:ascii="Times New Roman" w:hAnsi="Times New Roman"/>
          <w:sz w:val="24"/>
          <w:szCs w:val="24"/>
          <w:lang w:val="en-GB"/>
        </w:rPr>
      </w:pPr>
      <w:r w:rsidRPr="003E01C6">
        <w:rPr>
          <w:rFonts w:ascii="Times New Roman" w:hAnsi="Times New Roman"/>
          <w:sz w:val="24"/>
          <w:szCs w:val="24"/>
          <w:lang w:val="en-GB"/>
        </w:rPr>
        <w:t xml:space="preserve">Bank Statement signed by the authorized personnel from Bank institutions and stamped </w:t>
      </w:r>
    </w:p>
    <w:p w14:paraId="52EA2E19" w14:textId="490D898C" w:rsidR="00276290" w:rsidRPr="003E01C6" w:rsidRDefault="00276290" w:rsidP="00276290">
      <w:pPr>
        <w:pStyle w:val="ListParagraph"/>
        <w:numPr>
          <w:ilvl w:val="0"/>
          <w:numId w:val="16"/>
        </w:numPr>
        <w:ind w:leftChars="0"/>
        <w:rPr>
          <w:rFonts w:ascii="Times New Roman" w:hAnsi="Times New Roman"/>
          <w:sz w:val="24"/>
          <w:szCs w:val="24"/>
          <w:lang w:val="en-GB"/>
        </w:rPr>
      </w:pPr>
      <w:r w:rsidRPr="003E01C6">
        <w:rPr>
          <w:rFonts w:ascii="Times New Roman" w:hAnsi="Times New Roman"/>
          <w:sz w:val="24"/>
          <w:szCs w:val="24"/>
          <w:lang w:val="en-GB"/>
        </w:rPr>
        <w:t>Signed copy of the Certificate for Compliance Form. Refer to ITT Template No.8 for a copy of the certificate for compliance form</w:t>
      </w:r>
    </w:p>
    <w:p w14:paraId="2762A983" w14:textId="590E52D0" w:rsidR="00276290" w:rsidRPr="003E01C6" w:rsidRDefault="00276290" w:rsidP="00276290">
      <w:pPr>
        <w:pStyle w:val="ListParagraph"/>
        <w:numPr>
          <w:ilvl w:val="0"/>
          <w:numId w:val="16"/>
        </w:numPr>
        <w:ind w:leftChars="0"/>
        <w:rPr>
          <w:rFonts w:ascii="Times New Roman" w:hAnsi="Times New Roman"/>
          <w:sz w:val="24"/>
          <w:szCs w:val="24"/>
          <w:lang w:val="en-GB"/>
        </w:rPr>
      </w:pPr>
      <w:r w:rsidRPr="003E01C6">
        <w:rPr>
          <w:rFonts w:ascii="Times New Roman" w:hAnsi="Times New Roman"/>
          <w:sz w:val="24"/>
          <w:szCs w:val="24"/>
          <w:lang w:val="en-GB"/>
        </w:rPr>
        <w:t>Complete quotation</w:t>
      </w:r>
      <w:r w:rsidR="007343B9">
        <w:rPr>
          <w:rFonts w:ascii="Times New Roman" w:hAnsi="Times New Roman"/>
          <w:sz w:val="24"/>
          <w:szCs w:val="24"/>
          <w:lang w:val="en-GB"/>
        </w:rPr>
        <w:t xml:space="preserve"> in AUD and CIF Kiritimati</w:t>
      </w:r>
      <w:r w:rsidRPr="003E01C6">
        <w:rPr>
          <w:rFonts w:ascii="Times New Roman" w:hAnsi="Times New Roman"/>
          <w:sz w:val="24"/>
          <w:szCs w:val="24"/>
          <w:lang w:val="en-GB"/>
        </w:rPr>
        <w:t xml:space="preserve"> indicating a clear financial proposal </w:t>
      </w:r>
    </w:p>
    <w:p w14:paraId="7A0D34E4" w14:textId="494CC6AD" w:rsidR="00276290" w:rsidRPr="003E01C6" w:rsidRDefault="00276290" w:rsidP="00276290">
      <w:pPr>
        <w:pStyle w:val="ListParagraph"/>
        <w:numPr>
          <w:ilvl w:val="0"/>
          <w:numId w:val="16"/>
        </w:numPr>
        <w:ind w:leftChars="0"/>
        <w:rPr>
          <w:rFonts w:ascii="Times New Roman" w:hAnsi="Times New Roman"/>
          <w:sz w:val="24"/>
          <w:szCs w:val="24"/>
          <w:lang w:val="en-GB"/>
        </w:rPr>
      </w:pPr>
      <w:r w:rsidRPr="003E01C6">
        <w:rPr>
          <w:rFonts w:ascii="Times New Roman" w:hAnsi="Times New Roman"/>
          <w:sz w:val="24"/>
          <w:szCs w:val="24"/>
          <w:lang w:val="en-GB"/>
        </w:rPr>
        <w:t>Technical Proposal</w:t>
      </w:r>
    </w:p>
    <w:p w14:paraId="65A62D34" w14:textId="77777777" w:rsidR="00C44890" w:rsidRPr="00492684" w:rsidRDefault="00C44890" w:rsidP="00C44890">
      <w:pPr>
        <w:pStyle w:val="Heading3"/>
        <w:rPr>
          <w:rFonts w:cs="Calibri"/>
          <w:lang w:val="en-GB"/>
        </w:rPr>
      </w:pPr>
      <w:bookmarkStart w:id="8" w:name="_Toc419729577"/>
      <w:bookmarkEnd w:id="7"/>
      <w:r w:rsidRPr="00492684">
        <w:rPr>
          <w:rFonts w:cs="Calibri"/>
          <w:lang w:val="en-GB"/>
        </w:rPr>
        <w:t>Installation services</w:t>
      </w:r>
      <w:bookmarkEnd w:id="8"/>
    </w:p>
    <w:p w14:paraId="3321152F" w14:textId="790498EF" w:rsidR="00C44890" w:rsidRPr="00492684" w:rsidRDefault="007343B9" w:rsidP="00C44890">
      <w:pPr>
        <w:rPr>
          <w:lang w:val="en-GB"/>
        </w:rPr>
      </w:pPr>
      <w:r>
        <w:rPr>
          <w:lang w:val="en-GB"/>
        </w:rPr>
        <w:t>The existing staff at the Ministry’s Construction Division can do the installation or implement the project.</w:t>
      </w:r>
      <w:r w:rsidR="003E01C6">
        <w:rPr>
          <w:lang w:val="en-GB"/>
        </w:rPr>
        <w:t xml:space="preserve"> </w:t>
      </w:r>
    </w:p>
    <w:p w14:paraId="17367821" w14:textId="77777777" w:rsidR="00C44890" w:rsidRPr="00492684" w:rsidRDefault="00C44890" w:rsidP="00772E21">
      <w:pPr>
        <w:pStyle w:val="Heading3"/>
        <w:rPr>
          <w:lang w:val="en-GB"/>
        </w:rPr>
      </w:pPr>
      <w:bookmarkStart w:id="9" w:name="_Toc419729578"/>
      <w:r w:rsidRPr="00492684">
        <w:rPr>
          <w:lang w:val="en-GB"/>
        </w:rPr>
        <w:t>Delivery Time</w:t>
      </w:r>
      <w:bookmarkEnd w:id="9"/>
    </w:p>
    <w:p w14:paraId="1FAB4B7A" w14:textId="75F788F8" w:rsidR="00C44890" w:rsidRPr="00492684" w:rsidRDefault="003A1D99" w:rsidP="00C44890">
      <w:pPr>
        <w:rPr>
          <w:lang w:val="en-GB"/>
        </w:rPr>
      </w:pPr>
      <w:r>
        <w:rPr>
          <w:lang w:val="en-GB"/>
        </w:rPr>
        <w:t xml:space="preserve">To be arrived at Kiritimati Island </w:t>
      </w:r>
      <w:r w:rsidR="00924BAB">
        <w:rPr>
          <w:lang w:val="en-GB"/>
        </w:rPr>
        <w:t>before the end of 2022</w:t>
      </w:r>
    </w:p>
    <w:bookmarkEnd w:id="5"/>
    <w:bookmarkEnd w:id="6"/>
    <w:p w14:paraId="69E741C9" w14:textId="3766045A" w:rsidR="00C44890" w:rsidRPr="00276290" w:rsidRDefault="00C44890" w:rsidP="00276290">
      <w:pPr>
        <w:pStyle w:val="Heading2"/>
      </w:pPr>
      <w:r w:rsidRPr="00492684">
        <w:t>Description of the Good</w:t>
      </w:r>
      <w:bookmarkEnd w:id="2"/>
      <w:r w:rsidR="00966D9B">
        <w:t xml:space="preserve">- refer to Annex 1. </w:t>
      </w:r>
    </w:p>
    <w:p w14:paraId="6B89AB38" w14:textId="6FA7601A" w:rsidR="00276290" w:rsidRPr="00A318B5" w:rsidRDefault="003458DF" w:rsidP="00276290">
      <w:r>
        <w:t>See the Specification</w:t>
      </w:r>
      <w:r w:rsidR="00924BAB">
        <w:t xml:space="preserve"> of the Materials in the list given</w:t>
      </w:r>
      <w:r>
        <w:t xml:space="preserve">. </w:t>
      </w:r>
    </w:p>
    <w:sectPr w:rsidR="00276290" w:rsidRPr="00A318B5"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66BA" w14:textId="77777777" w:rsidR="00D375CD" w:rsidRDefault="00D375CD">
      <w:r>
        <w:separator/>
      </w:r>
    </w:p>
  </w:endnote>
  <w:endnote w:type="continuationSeparator" w:id="0">
    <w:p w14:paraId="0AE663AF" w14:textId="77777777" w:rsidR="00D375CD" w:rsidRDefault="00D375CD">
      <w:r>
        <w:continuationSeparator/>
      </w:r>
    </w:p>
  </w:endnote>
  <w:endnote w:type="continuationNotice" w:id="1">
    <w:p w14:paraId="4272975C" w14:textId="77777777" w:rsidR="00D375CD" w:rsidRDefault="00D3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574032B" w:rsidR="00133D55" w:rsidRDefault="00133D55" w:rsidP="004878F3">
    <w:pPr>
      <w:pStyle w:val="Footer"/>
    </w:pPr>
    <w:r>
      <w:fldChar w:fldCharType="begin"/>
    </w:r>
    <w:r>
      <w:instrText xml:space="preserve"> DATE \@ "yyyy-MM-dd" </w:instrText>
    </w:r>
    <w:r>
      <w:fldChar w:fldCharType="separate"/>
    </w:r>
    <w:r w:rsidR="008679D3">
      <w:rPr>
        <w:noProof/>
      </w:rPr>
      <w:t>2022-08-08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DD9BE" w14:textId="77777777" w:rsidR="00D375CD" w:rsidRDefault="00D375CD">
      <w:r>
        <w:separator/>
      </w:r>
    </w:p>
  </w:footnote>
  <w:footnote w:type="continuationSeparator" w:id="0">
    <w:p w14:paraId="1D8EF7DC" w14:textId="77777777" w:rsidR="00D375CD" w:rsidRDefault="00D375CD">
      <w:r>
        <w:continuationSeparator/>
      </w:r>
    </w:p>
  </w:footnote>
  <w:footnote w:type="continuationNotice" w:id="1">
    <w:p w14:paraId="4C6B2BD4" w14:textId="77777777" w:rsidR="00D375CD" w:rsidRDefault="00D375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692A03C1"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A66587">
      <w:rPr>
        <w:rStyle w:val="Strong"/>
        <w:rFonts w:asciiTheme="minorHAnsi" w:hAnsiTheme="minorHAnsi" w:cstheme="minorHAnsi"/>
        <w:lang w:val="en-GB"/>
      </w:rPr>
      <w:t>MXXX</w:t>
    </w:r>
    <w:r w:rsidR="00A66587" w:rsidRPr="00A66587">
      <w:rPr>
        <w:rStyle w:val="Strong"/>
        <w:rFonts w:asciiTheme="minorHAnsi" w:hAnsiTheme="minorHAnsi" w:cstheme="minorHAnsi"/>
        <w:lang w:val="en-GB"/>
      </w:rPr>
      <w:t>-2020-</w:t>
    </w:r>
    <w:r w:rsidR="00A66587" w:rsidRPr="00800392">
      <w:rPr>
        <w:rStyle w:val="Strong"/>
        <w:rFonts w:asciiTheme="minorHAnsi" w:hAnsiTheme="minorHAnsi" w:cstheme="minorHAnsi"/>
        <w:lang w:val="en-GB"/>
      </w:rPr>
      <w:t>000</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3CA6A9B"/>
    <w:multiLevelType w:val="hybridMultilevel"/>
    <w:tmpl w:val="1B9CA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5112540">
    <w:abstractNumId w:val="2"/>
  </w:num>
  <w:num w:numId="2" w16cid:durableId="1884126191">
    <w:abstractNumId w:val="14"/>
  </w:num>
  <w:num w:numId="3" w16cid:durableId="261492776">
    <w:abstractNumId w:val="15"/>
  </w:num>
  <w:num w:numId="4" w16cid:durableId="670720475">
    <w:abstractNumId w:val="6"/>
  </w:num>
  <w:num w:numId="5" w16cid:durableId="1452212539">
    <w:abstractNumId w:val="5"/>
  </w:num>
  <w:num w:numId="6" w16cid:durableId="1711615421">
    <w:abstractNumId w:val="10"/>
  </w:num>
  <w:num w:numId="7" w16cid:durableId="759761366">
    <w:abstractNumId w:val="7"/>
  </w:num>
  <w:num w:numId="8" w16cid:durableId="132063762">
    <w:abstractNumId w:val="12"/>
  </w:num>
  <w:num w:numId="9" w16cid:durableId="311370416">
    <w:abstractNumId w:val="0"/>
  </w:num>
  <w:num w:numId="10" w16cid:durableId="1936478152">
    <w:abstractNumId w:val="11"/>
  </w:num>
  <w:num w:numId="11" w16cid:durableId="1262567452">
    <w:abstractNumId w:val="3"/>
  </w:num>
  <w:num w:numId="12" w16cid:durableId="1184711861">
    <w:abstractNumId w:val="9"/>
  </w:num>
  <w:num w:numId="13" w16cid:durableId="1394893882">
    <w:abstractNumId w:val="13"/>
  </w:num>
  <w:num w:numId="14" w16cid:durableId="571080912">
    <w:abstractNumId w:val="4"/>
  </w:num>
  <w:num w:numId="15" w16cid:durableId="1015765081">
    <w:abstractNumId w:val="8"/>
  </w:num>
  <w:num w:numId="16" w16cid:durableId="1987776914">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70C"/>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5753"/>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76290"/>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4C4F"/>
    <w:rsid w:val="003271A0"/>
    <w:rsid w:val="00330672"/>
    <w:rsid w:val="00331FA4"/>
    <w:rsid w:val="003337AC"/>
    <w:rsid w:val="0033460E"/>
    <w:rsid w:val="0033497E"/>
    <w:rsid w:val="00334F9F"/>
    <w:rsid w:val="00340FDE"/>
    <w:rsid w:val="00344260"/>
    <w:rsid w:val="003458DF"/>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1D9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1C6"/>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595"/>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5EC"/>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5C2"/>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3345"/>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3B9"/>
    <w:rsid w:val="00734F56"/>
    <w:rsid w:val="0073516E"/>
    <w:rsid w:val="0073566E"/>
    <w:rsid w:val="00735B25"/>
    <w:rsid w:val="007376ED"/>
    <w:rsid w:val="007403C6"/>
    <w:rsid w:val="00742F59"/>
    <w:rsid w:val="00744871"/>
    <w:rsid w:val="00744C0E"/>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2E02"/>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9D3"/>
    <w:rsid w:val="00874EE7"/>
    <w:rsid w:val="0087507D"/>
    <w:rsid w:val="00875973"/>
    <w:rsid w:val="0087702E"/>
    <w:rsid w:val="0087719B"/>
    <w:rsid w:val="00882101"/>
    <w:rsid w:val="008822E0"/>
    <w:rsid w:val="0088345F"/>
    <w:rsid w:val="008857C5"/>
    <w:rsid w:val="00885FB3"/>
    <w:rsid w:val="0088706A"/>
    <w:rsid w:val="00887F66"/>
    <w:rsid w:val="0089016F"/>
    <w:rsid w:val="00891394"/>
    <w:rsid w:val="00892BE6"/>
    <w:rsid w:val="00892D28"/>
    <w:rsid w:val="008955C6"/>
    <w:rsid w:val="008962C7"/>
    <w:rsid w:val="0089745C"/>
    <w:rsid w:val="00897F7C"/>
    <w:rsid w:val="008A055C"/>
    <w:rsid w:val="008A10EB"/>
    <w:rsid w:val="008A110F"/>
    <w:rsid w:val="008A7491"/>
    <w:rsid w:val="008B1539"/>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BAB"/>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66D9B"/>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749"/>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5EE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58C5"/>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BBB"/>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1E98"/>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375CD"/>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722"/>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3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1</Pages>
  <Words>184</Words>
  <Characters>1049</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Maketara Ioane</cp:lastModifiedBy>
  <cp:revision>5</cp:revision>
  <cp:lastPrinted>2013-10-18T08:32:00Z</cp:lastPrinted>
  <dcterms:created xsi:type="dcterms:W3CDTF">2022-08-07T22:54:00Z</dcterms:created>
  <dcterms:modified xsi:type="dcterms:W3CDTF">2022-08-08T00:38:00Z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